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121C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9A835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ACD681" w14:textId="22FB272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33D91">
        <w:rPr>
          <w:rFonts w:ascii="Corbel" w:hAnsi="Corbel"/>
          <w:i/>
          <w:smallCaps/>
          <w:sz w:val="24"/>
          <w:szCs w:val="24"/>
        </w:rPr>
        <w:t>2021–2024</w:t>
      </w:r>
    </w:p>
    <w:p w14:paraId="36ADD40D" w14:textId="1819F2D0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33D9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ACD19C" w14:textId="6806DBDF" w:rsidR="00445970" w:rsidRPr="00EA4832" w:rsidRDefault="00033D9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2023/2024</w:t>
      </w:r>
    </w:p>
    <w:p w14:paraId="11F234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C8686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FA7303" w14:textId="77777777" w:rsidTr="00B819C8">
        <w:tc>
          <w:tcPr>
            <w:tcW w:w="2694" w:type="dxa"/>
            <w:vAlign w:val="center"/>
          </w:tcPr>
          <w:p w14:paraId="0A5A31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204B6D" w14:textId="77777777" w:rsidR="0085747A" w:rsidRPr="006F20B9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F20B9">
              <w:rPr>
                <w:rFonts w:ascii="Corbel" w:hAnsi="Corbel"/>
                <w:b w:val="0"/>
                <w:bCs/>
                <w:sz w:val="24"/>
                <w:szCs w:val="24"/>
              </w:rPr>
              <w:t>Ekonomia społeczna</w:t>
            </w:r>
          </w:p>
        </w:tc>
      </w:tr>
      <w:tr w:rsidR="0085747A" w:rsidRPr="009C54AE" w14:paraId="56D80028" w14:textId="77777777" w:rsidTr="00B819C8">
        <w:tc>
          <w:tcPr>
            <w:tcW w:w="2694" w:type="dxa"/>
            <w:vAlign w:val="center"/>
          </w:tcPr>
          <w:p w14:paraId="391AE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52E24" w14:textId="593A68CF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P1S[6]F_12</w:t>
            </w:r>
          </w:p>
        </w:tc>
      </w:tr>
      <w:tr w:rsidR="0085747A" w:rsidRPr="009C54AE" w14:paraId="10249A9C" w14:textId="77777777" w:rsidTr="00B819C8">
        <w:tc>
          <w:tcPr>
            <w:tcW w:w="2694" w:type="dxa"/>
            <w:vAlign w:val="center"/>
          </w:tcPr>
          <w:p w14:paraId="378AD9A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CC63FC" w14:textId="77777777"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287A5D" w14:textId="77777777" w:rsidTr="00B819C8">
        <w:tc>
          <w:tcPr>
            <w:tcW w:w="2694" w:type="dxa"/>
            <w:vAlign w:val="center"/>
          </w:tcPr>
          <w:p w14:paraId="674C00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CB7A87" w14:textId="77777777"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1F42BB" w14:textId="77777777" w:rsidTr="00B819C8">
        <w:tc>
          <w:tcPr>
            <w:tcW w:w="2694" w:type="dxa"/>
            <w:vAlign w:val="center"/>
          </w:tcPr>
          <w:p w14:paraId="31EB1C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A3B9E5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DD9DC7A" w14:textId="77777777" w:rsidTr="00B819C8">
        <w:tc>
          <w:tcPr>
            <w:tcW w:w="2694" w:type="dxa"/>
            <w:vAlign w:val="center"/>
          </w:tcPr>
          <w:p w14:paraId="594FF72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91FE7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5A6D686" w14:textId="77777777" w:rsidTr="00B819C8">
        <w:tc>
          <w:tcPr>
            <w:tcW w:w="2694" w:type="dxa"/>
            <w:vAlign w:val="center"/>
          </w:tcPr>
          <w:p w14:paraId="49EBFC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306BDC" w14:textId="77777777"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DC4577F" w14:textId="77777777" w:rsidTr="00B819C8">
        <w:tc>
          <w:tcPr>
            <w:tcW w:w="2694" w:type="dxa"/>
            <w:vAlign w:val="center"/>
          </w:tcPr>
          <w:p w14:paraId="2C80B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55A5BE" w14:textId="77777777"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484C0B" w14:textId="77777777" w:rsidTr="00B819C8">
        <w:tc>
          <w:tcPr>
            <w:tcW w:w="2694" w:type="dxa"/>
            <w:vAlign w:val="center"/>
          </w:tcPr>
          <w:p w14:paraId="605D65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FB5DBE" w14:textId="77777777" w:rsidR="0085747A" w:rsidRPr="009C54AE" w:rsidRDefault="00815D55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B7F3B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85747A" w:rsidRPr="009C54AE" w14:paraId="4CBBB514" w14:textId="77777777" w:rsidTr="00B819C8">
        <w:tc>
          <w:tcPr>
            <w:tcW w:w="2694" w:type="dxa"/>
            <w:vAlign w:val="center"/>
          </w:tcPr>
          <w:p w14:paraId="5F9A0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C94DD5" w14:textId="77777777" w:rsidR="0085747A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9C54AE" w14:paraId="583D79F5" w14:textId="77777777" w:rsidTr="00B819C8">
        <w:tc>
          <w:tcPr>
            <w:tcW w:w="2694" w:type="dxa"/>
            <w:vAlign w:val="center"/>
          </w:tcPr>
          <w:p w14:paraId="581E8BC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E5C82F" w14:textId="77777777" w:rsidR="00923D7D" w:rsidRPr="009C54AE" w:rsidRDefault="00815D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EA88DE" w14:textId="77777777" w:rsidTr="00B819C8">
        <w:tc>
          <w:tcPr>
            <w:tcW w:w="2694" w:type="dxa"/>
            <w:vAlign w:val="center"/>
          </w:tcPr>
          <w:p w14:paraId="497C7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304C43" w14:textId="1745E5FF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5669C3C3" w14:textId="77777777" w:rsidTr="00B819C8">
        <w:tc>
          <w:tcPr>
            <w:tcW w:w="2694" w:type="dxa"/>
            <w:vAlign w:val="center"/>
          </w:tcPr>
          <w:p w14:paraId="6391A7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CF2275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3287E0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46DAD6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A1C4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3DDDF5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D23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EC3C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A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55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9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7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46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A8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3D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F5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0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6F9A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5FC" w14:textId="77777777" w:rsidR="00015B8F" w:rsidRPr="009C54AE" w:rsidRDefault="0081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476A" w14:textId="6F9530D7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7285" w14:textId="497F93B4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16F5" w14:textId="77777777" w:rsidR="00015B8F" w:rsidRPr="009C54AE" w:rsidRDefault="00E43A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8926" w14:textId="3E5233F0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4FF9" w14:textId="729F45F7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BCC6" w14:textId="634C1561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F669" w14:textId="78DD25CB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E500" w14:textId="56FFCABD" w:rsidR="00015B8F" w:rsidRPr="009C54AE" w:rsidRDefault="006F2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F615" w14:textId="77777777" w:rsidR="00015B8F" w:rsidRPr="009C54AE" w:rsidRDefault="00DB17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B9A1A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7AA003" w14:textId="3684E1C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5EBA1" w14:textId="77777777" w:rsidR="00033D91" w:rsidRPr="009C54AE" w:rsidRDefault="00033D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B598B5A" w14:textId="03BD47A6" w:rsidR="0085747A" w:rsidRPr="009C54AE" w:rsidRDefault="00033D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B178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543C3B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799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E87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3515A2" w14:textId="77777777" w:rsidR="00033D91" w:rsidRDefault="00033D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A4BDF04" w14:textId="0F725BB6" w:rsidR="00F82D56" w:rsidRPr="00F82D56" w:rsidRDefault="00F82D5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56">
        <w:rPr>
          <w:rFonts w:ascii="Corbel" w:hAnsi="Corbel"/>
          <w:b w:val="0"/>
          <w:smallCaps w:val="0"/>
          <w:szCs w:val="24"/>
        </w:rPr>
        <w:t>Z</w:t>
      </w:r>
      <w:r w:rsidR="00815D55">
        <w:rPr>
          <w:rFonts w:ascii="Corbel" w:hAnsi="Corbel"/>
          <w:b w:val="0"/>
          <w:smallCaps w:val="0"/>
          <w:szCs w:val="24"/>
        </w:rPr>
        <w:t>ALICZENIE Z OCENĄ</w:t>
      </w:r>
    </w:p>
    <w:p w14:paraId="7BB788B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50D1A" w14:textId="5C8BAA6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5147D31" w14:textId="77777777" w:rsidR="00033D91" w:rsidRPr="009C54AE" w:rsidRDefault="00033D9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2303B3" w14:textId="77777777" w:rsidTr="00745302">
        <w:tc>
          <w:tcPr>
            <w:tcW w:w="9670" w:type="dxa"/>
          </w:tcPr>
          <w:p w14:paraId="445334F2" w14:textId="567E5691" w:rsidR="0085747A" w:rsidRPr="009C54AE" w:rsidRDefault="00F82D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="00CF57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„I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nstytucje rynku pracy i zatrudnienie socjalne</w:t>
            </w:r>
            <w:r w:rsidR="00CF57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2551D7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C22B91" w14:textId="77777777" w:rsidR="003F5799" w:rsidRDefault="003F579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0E31A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343D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F1C3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0B88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9C54AE" w14:paraId="22E4F62B" w14:textId="77777777" w:rsidTr="004850B0">
        <w:tc>
          <w:tcPr>
            <w:tcW w:w="845" w:type="dxa"/>
            <w:vAlign w:val="center"/>
          </w:tcPr>
          <w:p w14:paraId="66717150" w14:textId="77777777"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914ED6B" w14:textId="77777777" w:rsidR="004850B0" w:rsidRPr="009C54AE" w:rsidRDefault="004850B0" w:rsidP="00E43A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ekonomii społecznej i mechanizmów jej funkcjonowania</w:t>
            </w:r>
          </w:p>
        </w:tc>
      </w:tr>
      <w:tr w:rsidR="004850B0" w:rsidRPr="009C54AE" w14:paraId="743F2726" w14:textId="77777777" w:rsidTr="004850B0">
        <w:tc>
          <w:tcPr>
            <w:tcW w:w="845" w:type="dxa"/>
            <w:vAlign w:val="center"/>
          </w:tcPr>
          <w:p w14:paraId="44C4905C" w14:textId="77777777"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3E2F0DD" w14:textId="77777777" w:rsidR="004850B0" w:rsidRPr="009C54AE" w:rsidRDefault="00E43AFB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znaczenia ekonomii społecznej w polityce przeciwdziałania wykluczeniu społecznemu</w:t>
            </w:r>
          </w:p>
        </w:tc>
      </w:tr>
    </w:tbl>
    <w:p w14:paraId="35CDC6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574D7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44D1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91AD2F1" w14:textId="77777777" w:rsidTr="004850B0">
        <w:tc>
          <w:tcPr>
            <w:tcW w:w="1681" w:type="dxa"/>
            <w:vAlign w:val="center"/>
          </w:tcPr>
          <w:p w14:paraId="1D246AE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26850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CB0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14:paraId="1CEF6B54" w14:textId="77777777" w:rsidTr="004850B0">
        <w:tc>
          <w:tcPr>
            <w:tcW w:w="1681" w:type="dxa"/>
          </w:tcPr>
          <w:p w14:paraId="651B1554" w14:textId="47CBD909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B0E370B" w14:textId="70C6B2DB" w:rsidR="004850B0" w:rsidRPr="009C54AE" w:rsidRDefault="00CF5736" w:rsidP="009172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 xml:space="preserve">harakteryzuje wybrane </w:t>
            </w:r>
            <w:r w:rsidR="004850B0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>i podmioty funkcjonujące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>sektorze ekonomii społecznej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 xml:space="preserve"> na poziomie krajowym i międzynarodowym</w:t>
            </w:r>
          </w:p>
        </w:tc>
        <w:tc>
          <w:tcPr>
            <w:tcW w:w="1865" w:type="dxa"/>
          </w:tcPr>
          <w:p w14:paraId="4B6280AE" w14:textId="77777777" w:rsidR="004850B0" w:rsidRPr="0091724B" w:rsidRDefault="004850B0" w:rsidP="00815D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43AFB" w:rsidRPr="0091724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850B0" w:rsidRPr="009C54AE" w14:paraId="5C5937D3" w14:textId="77777777" w:rsidTr="004850B0">
        <w:tc>
          <w:tcPr>
            <w:tcW w:w="1681" w:type="dxa"/>
          </w:tcPr>
          <w:p w14:paraId="27F5405F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6B34199" w14:textId="00F33C0D" w:rsidR="004850B0" w:rsidRPr="009C54AE" w:rsidRDefault="00CF5736" w:rsidP="0028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 xml:space="preserve">nalizuje zakres działania podmiotów ekonomii społecznej na rzecz wybranych grup 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>zagrożonych wykluczeniem</w:t>
            </w:r>
          </w:p>
        </w:tc>
        <w:tc>
          <w:tcPr>
            <w:tcW w:w="1865" w:type="dxa"/>
          </w:tcPr>
          <w:p w14:paraId="25E85031" w14:textId="77777777" w:rsidR="004850B0" w:rsidRPr="0091724B" w:rsidRDefault="00284538" w:rsidP="00815D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E43AFB" w:rsidRPr="0091724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14:paraId="65BF7331" w14:textId="77777777" w:rsidR="00284538" w:rsidRDefault="00284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B2FAF6" w14:textId="77777777" w:rsidR="00284538" w:rsidRPr="009C54AE" w:rsidRDefault="00284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52993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CDAC5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D58CD0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1448E6" w14:textId="77777777" w:rsidTr="00150112">
        <w:tc>
          <w:tcPr>
            <w:tcW w:w="9520" w:type="dxa"/>
          </w:tcPr>
          <w:p w14:paraId="72BEA6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9289F4" w14:textId="77777777" w:rsidTr="00150112">
        <w:tc>
          <w:tcPr>
            <w:tcW w:w="9520" w:type="dxa"/>
          </w:tcPr>
          <w:p w14:paraId="003D6684" w14:textId="77777777" w:rsidR="0085747A" w:rsidRPr="009C54AE" w:rsidRDefault="00815D5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6C331B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579D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4FF35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BDF31F" w14:textId="77777777" w:rsidTr="00150112">
        <w:tc>
          <w:tcPr>
            <w:tcW w:w="9520" w:type="dxa"/>
          </w:tcPr>
          <w:p w14:paraId="533712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0112" w:rsidRPr="009C54AE" w14:paraId="337E4DEE" w14:textId="77777777" w:rsidTr="00150112">
        <w:tc>
          <w:tcPr>
            <w:tcW w:w="9520" w:type="dxa"/>
          </w:tcPr>
          <w:p w14:paraId="4C249BEA" w14:textId="77777777" w:rsidR="00150112" w:rsidRPr="009C54AE" w:rsidRDefault="0091724B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wartości ekonomii społecznej</w:t>
            </w:r>
          </w:p>
        </w:tc>
      </w:tr>
      <w:tr w:rsidR="00150112" w:rsidRPr="009C54AE" w14:paraId="4FB5803F" w14:textId="77777777" w:rsidTr="00150112">
        <w:tc>
          <w:tcPr>
            <w:tcW w:w="9520" w:type="dxa"/>
          </w:tcPr>
          <w:p w14:paraId="0F807FDA" w14:textId="77777777" w:rsidR="00150112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społeczna w świetle wybranych koncepcji teoretycznych</w:t>
            </w:r>
          </w:p>
        </w:tc>
      </w:tr>
      <w:tr w:rsidR="0091724B" w:rsidRPr="009C54AE" w14:paraId="582D7CFF" w14:textId="77777777" w:rsidTr="00150112">
        <w:tc>
          <w:tcPr>
            <w:tcW w:w="9520" w:type="dxa"/>
          </w:tcPr>
          <w:p w14:paraId="0105D79E" w14:textId="77777777" w:rsidR="0091724B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ekonomii społecznej w polityce przeciwdziałania wykluczeniu: między państwem, rynkiem a sektorem społecznym</w:t>
            </w:r>
          </w:p>
        </w:tc>
      </w:tr>
      <w:tr w:rsidR="0091724B" w:rsidRPr="009C54AE" w14:paraId="683F6F92" w14:textId="77777777" w:rsidTr="00150112">
        <w:tc>
          <w:tcPr>
            <w:tcW w:w="9520" w:type="dxa"/>
          </w:tcPr>
          <w:p w14:paraId="6421301B" w14:textId="77777777"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modele ekonomii społecznej</w:t>
            </w:r>
          </w:p>
        </w:tc>
      </w:tr>
      <w:tr w:rsidR="0091724B" w:rsidRPr="009C54AE" w14:paraId="21CF7862" w14:textId="77777777" w:rsidTr="00150112">
        <w:tc>
          <w:tcPr>
            <w:tcW w:w="9520" w:type="dxa"/>
          </w:tcPr>
          <w:p w14:paraId="64A8263A" w14:textId="77777777" w:rsidR="0091724B" w:rsidRPr="0081687E" w:rsidRDefault="0091724B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organizacyjne i instrumenty ekonomii społecznej</w:t>
            </w:r>
          </w:p>
        </w:tc>
      </w:tr>
      <w:tr w:rsidR="00AD1D2E" w:rsidRPr="009C54AE" w14:paraId="44A21AE5" w14:textId="77777777" w:rsidTr="00150112">
        <w:tc>
          <w:tcPr>
            <w:tcW w:w="9520" w:type="dxa"/>
          </w:tcPr>
          <w:p w14:paraId="2F49FE00" w14:textId="77777777" w:rsidR="00AD1D2E" w:rsidRDefault="00AD1D2E" w:rsidP="0091724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społeczna w Unii Europejskiej – kierunki rozwoju</w:t>
            </w:r>
          </w:p>
        </w:tc>
      </w:tr>
      <w:tr w:rsidR="00AD1D2E" w:rsidRPr="009C54AE" w14:paraId="70E2FAE5" w14:textId="77777777" w:rsidTr="00150112">
        <w:tc>
          <w:tcPr>
            <w:tcW w:w="9520" w:type="dxa"/>
          </w:tcPr>
          <w:p w14:paraId="19EE9551" w14:textId="77777777" w:rsidR="00AD1D2E" w:rsidRDefault="00AD1D2E" w:rsidP="00AD1D2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solidarności społecznej w założeniach Krajowego Programu Rozwoju Ekonomii Społecznej</w:t>
            </w:r>
          </w:p>
        </w:tc>
      </w:tr>
      <w:tr w:rsidR="0091724B" w:rsidRPr="009C54AE" w14:paraId="3C684806" w14:textId="77777777" w:rsidTr="00150112">
        <w:tc>
          <w:tcPr>
            <w:tcW w:w="9520" w:type="dxa"/>
          </w:tcPr>
          <w:p w14:paraId="4EC0256B" w14:textId="77777777" w:rsidR="0091724B" w:rsidRPr="0081687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1724B">
              <w:rPr>
                <w:rFonts w:ascii="Corbel" w:hAnsi="Corbel"/>
                <w:sz w:val="24"/>
                <w:szCs w:val="24"/>
              </w:rPr>
              <w:t>nstytucje starego i nowego sektora</w:t>
            </w:r>
            <w:r>
              <w:rPr>
                <w:rFonts w:ascii="Corbel" w:hAnsi="Corbel"/>
                <w:sz w:val="24"/>
                <w:szCs w:val="24"/>
              </w:rPr>
              <w:t xml:space="preserve"> ekonomii społecznej</w:t>
            </w:r>
          </w:p>
        </w:tc>
      </w:tr>
      <w:tr w:rsidR="00AD1D2E" w:rsidRPr="009C54AE" w14:paraId="196D1DD5" w14:textId="77777777" w:rsidTr="00150112">
        <w:tc>
          <w:tcPr>
            <w:tcW w:w="9520" w:type="dxa"/>
          </w:tcPr>
          <w:p w14:paraId="079FD2F8" w14:textId="77777777" w:rsidR="00AD1D2E" w:rsidRDefault="00AD1D2E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podmiotów ekonomii społecznej oraz wyzwania dla sektora</w:t>
            </w:r>
          </w:p>
        </w:tc>
      </w:tr>
      <w:tr w:rsidR="0091724B" w:rsidRPr="009C54AE" w14:paraId="42EBA2B8" w14:textId="77777777" w:rsidTr="00150112">
        <w:tc>
          <w:tcPr>
            <w:tcW w:w="9520" w:type="dxa"/>
          </w:tcPr>
          <w:p w14:paraId="0A1E2E87" w14:textId="77777777" w:rsidR="0091724B" w:rsidRPr="0081687E" w:rsidRDefault="0091724B" w:rsidP="001501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dobrych praktyk w sektorze ekonomii społecznej</w:t>
            </w:r>
          </w:p>
        </w:tc>
      </w:tr>
    </w:tbl>
    <w:p w14:paraId="5AEFFCEC" w14:textId="77777777" w:rsidR="003F5799" w:rsidRDefault="003F5799" w:rsidP="00CF57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4AA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2B8A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5B47FF" w14:textId="55352B8D" w:rsidR="00E960BB" w:rsidRPr="00CF5736" w:rsidRDefault="00CF573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CF5736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="00112634" w:rsidRPr="00CF5736">
        <w:rPr>
          <w:rFonts w:ascii="Corbel" w:hAnsi="Corbel"/>
          <w:b w:val="0"/>
          <w:i/>
          <w:iCs/>
          <w:smallCaps w:val="0"/>
          <w:szCs w:val="24"/>
        </w:rPr>
        <w:t>ykład pr</w:t>
      </w:r>
      <w:r w:rsidR="00AD60ED" w:rsidRPr="00CF5736">
        <w:rPr>
          <w:rFonts w:ascii="Corbel" w:hAnsi="Corbel"/>
          <w:b w:val="0"/>
          <w:i/>
          <w:iCs/>
          <w:smallCaps w:val="0"/>
          <w:szCs w:val="24"/>
        </w:rPr>
        <w:t xml:space="preserve">oblemowy, </w:t>
      </w:r>
      <w:r w:rsidRPr="00CF5736">
        <w:rPr>
          <w:rFonts w:ascii="Corbel" w:hAnsi="Corbel"/>
          <w:b w:val="0"/>
          <w:i/>
          <w:iCs/>
          <w:smallCaps w:val="0"/>
          <w:szCs w:val="24"/>
        </w:rPr>
        <w:t xml:space="preserve">analiza tekstów z dyskusją. </w:t>
      </w:r>
    </w:p>
    <w:p w14:paraId="41E5DB7A" w14:textId="77777777"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A21A8F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85CF1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AFD4F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8A93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B1FDC0" w14:textId="77777777" w:rsidTr="00112634">
        <w:tc>
          <w:tcPr>
            <w:tcW w:w="1962" w:type="dxa"/>
            <w:vAlign w:val="center"/>
          </w:tcPr>
          <w:p w14:paraId="5341BCF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FA972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85D4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432BC2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68EF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2634" w:rsidRPr="009C54AE" w14:paraId="67295B44" w14:textId="77777777" w:rsidTr="00112634">
        <w:tc>
          <w:tcPr>
            <w:tcW w:w="1962" w:type="dxa"/>
          </w:tcPr>
          <w:p w14:paraId="5C6063DF" w14:textId="77777777"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8E459E5" w14:textId="77777777" w:rsidR="00112634" w:rsidRPr="00D05463" w:rsidRDefault="0091724B" w:rsidP="00815D5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6B599801" w14:textId="284A522A" w:rsidR="00112634" w:rsidRPr="00D05463" w:rsidRDefault="00112634" w:rsidP="0011263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D05463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112634" w:rsidRPr="009C54AE" w14:paraId="106E260C" w14:textId="77777777" w:rsidTr="00112634">
        <w:tc>
          <w:tcPr>
            <w:tcW w:w="1962" w:type="dxa"/>
          </w:tcPr>
          <w:p w14:paraId="389F381D" w14:textId="77777777" w:rsidR="00112634" w:rsidRPr="009C54AE" w:rsidRDefault="00112634" w:rsidP="001126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F388667" w14:textId="77777777" w:rsidR="00112634" w:rsidRPr="00D05463" w:rsidRDefault="0091724B" w:rsidP="00815D5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4688FD67" w14:textId="28B138BB" w:rsidR="00112634" w:rsidRPr="00D05463" w:rsidRDefault="00112634" w:rsidP="0011263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D05463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6CB654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50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A66B5F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952E24" w14:textId="77777777" w:rsidTr="00923D7D">
        <w:tc>
          <w:tcPr>
            <w:tcW w:w="9670" w:type="dxa"/>
          </w:tcPr>
          <w:p w14:paraId="4160832D" w14:textId="77777777" w:rsidR="0085747A" w:rsidRPr="009C54AE" w:rsidRDefault="00112634" w:rsidP="00AD60E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AD60ED">
              <w:rPr>
                <w:rFonts w:ascii="Corbel" w:hAnsi="Corbel"/>
                <w:sz w:val="24"/>
                <w:szCs w:val="24"/>
              </w:rPr>
              <w:t>udział w dyskusjach problemowych w trakcie zajęć oraz pozytywna ocena z referatu.</w:t>
            </w:r>
          </w:p>
        </w:tc>
      </w:tr>
    </w:tbl>
    <w:p w14:paraId="2C17D7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C33F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5844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8921C5" w14:textId="77777777" w:rsidTr="00F63E0E">
        <w:tc>
          <w:tcPr>
            <w:tcW w:w="4902" w:type="dxa"/>
            <w:vAlign w:val="center"/>
          </w:tcPr>
          <w:p w14:paraId="4F505D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9283B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0B7033" w14:textId="77777777" w:rsidTr="00F63E0E">
        <w:tc>
          <w:tcPr>
            <w:tcW w:w="4902" w:type="dxa"/>
          </w:tcPr>
          <w:p w14:paraId="62E167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C496097" w14:textId="77777777" w:rsidR="0085747A" w:rsidRPr="009C54AE" w:rsidRDefault="00AD1D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14:paraId="15410B54" w14:textId="77777777" w:rsidTr="00F63E0E">
        <w:tc>
          <w:tcPr>
            <w:tcW w:w="4902" w:type="dxa"/>
          </w:tcPr>
          <w:p w14:paraId="1FDC2B5F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8A2FE" w14:textId="77777777" w:rsidR="00F63E0E" w:rsidRPr="009C54AE" w:rsidRDefault="00066443" w:rsidP="000664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11CF0E" w14:textId="77777777"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6BE1B7EF" w14:textId="77777777" w:rsidTr="00F63E0E">
        <w:tc>
          <w:tcPr>
            <w:tcW w:w="4902" w:type="dxa"/>
          </w:tcPr>
          <w:p w14:paraId="7B5C54AD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2975C6" w14:textId="77777777" w:rsidR="00F63E0E" w:rsidRPr="009C54AE" w:rsidRDefault="00F63E0E" w:rsidP="00815D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15D55">
              <w:rPr>
                <w:rFonts w:ascii="Corbel" w:hAnsi="Corbel"/>
                <w:sz w:val="24"/>
                <w:szCs w:val="24"/>
              </w:rPr>
              <w:t xml:space="preserve">analiza literatury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66443">
              <w:rPr>
                <w:rFonts w:ascii="Corbel" w:hAnsi="Corbel"/>
                <w:sz w:val="24"/>
                <w:szCs w:val="24"/>
              </w:rPr>
              <w:t>referatu).</w:t>
            </w:r>
          </w:p>
        </w:tc>
        <w:tc>
          <w:tcPr>
            <w:tcW w:w="4618" w:type="dxa"/>
          </w:tcPr>
          <w:p w14:paraId="7197E965" w14:textId="77777777"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63E0E" w:rsidRPr="009C54AE" w14:paraId="71910388" w14:textId="77777777" w:rsidTr="00F63E0E">
        <w:tc>
          <w:tcPr>
            <w:tcW w:w="4902" w:type="dxa"/>
          </w:tcPr>
          <w:p w14:paraId="4D5A298F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6F935C8" w14:textId="77777777" w:rsidR="00F63E0E" w:rsidRPr="009C54AE" w:rsidRDefault="00AD1D2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63E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2C6EF9C3" w14:textId="77777777" w:rsidTr="00F63E0E">
        <w:tc>
          <w:tcPr>
            <w:tcW w:w="4902" w:type="dxa"/>
          </w:tcPr>
          <w:p w14:paraId="63417C5A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24C83F3" w14:textId="77777777" w:rsidR="00F63E0E" w:rsidRPr="00D05463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05463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38708A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84EA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D16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AB65A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3D91" w:rsidRPr="009C54AE" w14:paraId="7DB1AE6A" w14:textId="77777777" w:rsidTr="0071620A">
        <w:trPr>
          <w:trHeight w:val="397"/>
        </w:trPr>
        <w:tc>
          <w:tcPr>
            <w:tcW w:w="3544" w:type="dxa"/>
          </w:tcPr>
          <w:p w14:paraId="20ABBC84" w14:textId="77777777" w:rsidR="00033D91" w:rsidRPr="009C54AE" w:rsidRDefault="00033D91" w:rsidP="0003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BCD58" w14:textId="180861BB" w:rsidR="00033D91" w:rsidRPr="009C54AE" w:rsidRDefault="00D05463" w:rsidP="0003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033D9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033D91" w:rsidRPr="009C54AE" w14:paraId="6B3B216A" w14:textId="77777777" w:rsidTr="0071620A">
        <w:trPr>
          <w:trHeight w:val="397"/>
        </w:trPr>
        <w:tc>
          <w:tcPr>
            <w:tcW w:w="3544" w:type="dxa"/>
          </w:tcPr>
          <w:p w14:paraId="247D05AE" w14:textId="77777777" w:rsidR="00033D91" w:rsidRPr="009C54AE" w:rsidRDefault="00033D91" w:rsidP="0003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4FB0B6" w14:textId="726961FC" w:rsidR="00033D91" w:rsidRPr="009C54AE" w:rsidRDefault="00D05463" w:rsidP="0003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033D9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567DBD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D55D6" w14:textId="77777777" w:rsidR="003F5799" w:rsidRDefault="003F579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32D2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6C2579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4DDF9DC2" w14:textId="77777777" w:rsidTr="0071620A">
        <w:trPr>
          <w:trHeight w:val="397"/>
        </w:trPr>
        <w:tc>
          <w:tcPr>
            <w:tcW w:w="7513" w:type="dxa"/>
          </w:tcPr>
          <w:p w14:paraId="78A6DC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DB14C0" w14:textId="77777777" w:rsidR="00791B18" w:rsidRPr="00791B18" w:rsidRDefault="00791B18" w:rsidP="00791B18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791B18">
              <w:rPr>
                <w:rFonts w:ascii="Corbel" w:hAnsi="Corbel"/>
                <w:sz w:val="24"/>
                <w:szCs w:val="24"/>
                <w:lang w:val="en-US"/>
              </w:rPr>
              <w:t xml:space="preserve">Fraczek M., Hausner J., Mazur S. (red.) </w:t>
            </w:r>
            <w:r>
              <w:rPr>
                <w:rFonts w:ascii="Corbel" w:hAnsi="Corbel"/>
                <w:sz w:val="24"/>
                <w:szCs w:val="24"/>
              </w:rPr>
              <w:t xml:space="preserve">(2012).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Wokół ekonomii społecznej</w:t>
            </w:r>
            <w:r>
              <w:rPr>
                <w:rFonts w:ascii="Corbel" w:hAnsi="Corbel"/>
                <w:sz w:val="24"/>
                <w:szCs w:val="24"/>
              </w:rPr>
              <w:t xml:space="preserve">, Kraków: </w:t>
            </w:r>
            <w:r w:rsidRPr="00791B18">
              <w:rPr>
                <w:rFonts w:ascii="Corbel" w:hAnsi="Corbel"/>
                <w:sz w:val="24"/>
                <w:szCs w:val="24"/>
              </w:rPr>
              <w:t>Małopolska Szkoła Administracji Publicznej.</w:t>
            </w:r>
          </w:p>
          <w:p w14:paraId="6DB7C697" w14:textId="77777777" w:rsidR="00791B18" w:rsidRDefault="00791B18" w:rsidP="00F63E0E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Głąbicka K. (2009).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Ekonomia społeczna. Podmioty i instrumenty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</w:t>
            </w:r>
            <w:r w:rsidRPr="00791B18">
              <w:rPr>
                <w:rFonts w:ascii="Corbel" w:hAnsi="Corbel"/>
                <w:sz w:val="24"/>
                <w:szCs w:val="24"/>
              </w:rPr>
              <w:t>Mazowieckie Centrum Polityki Społecznej</w:t>
            </w:r>
            <w:r>
              <w:rPr>
                <w:rFonts w:ascii="Corbel" w:hAnsi="Corbel"/>
                <w:sz w:val="24"/>
                <w:szCs w:val="24"/>
              </w:rPr>
              <w:t>/</w:t>
            </w:r>
          </w:p>
          <w:p w14:paraId="2C18C8E4" w14:textId="3E4A7B94" w:rsidR="00F63E0E" w:rsidRPr="00791B18" w:rsidRDefault="00791B18" w:rsidP="00791B18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Wygnański K. (2009)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O ekonomii społecznej – podstawowe pojęcia, instytucje, kompetencje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Szczecin: </w:t>
            </w:r>
            <w:r w:rsidRPr="00D05463">
              <w:rPr>
                <w:rFonts w:ascii="Corbel" w:hAnsi="Corbel"/>
                <w:sz w:val="24"/>
                <w:szCs w:val="24"/>
              </w:rPr>
              <w:t>Stowarzyszenie Czas Przestrzeń Tożsamość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05463">
              <w:rPr>
                <w:rFonts w:ascii="Corbel" w:hAnsi="Corbel"/>
                <w:sz w:val="24"/>
                <w:szCs w:val="24"/>
              </w:rPr>
              <w:t>https://www.rowes.pl/media/biblioteka/es/o-ekonomii-spolecznej-podstawowe-pojecia-instytucje-i-kompetencje.pdf</w:t>
            </w:r>
          </w:p>
        </w:tc>
      </w:tr>
      <w:tr w:rsidR="0085747A" w:rsidRPr="009C54AE" w14:paraId="7E41A8DF" w14:textId="77777777" w:rsidTr="0071620A">
        <w:trPr>
          <w:trHeight w:val="397"/>
        </w:trPr>
        <w:tc>
          <w:tcPr>
            <w:tcW w:w="7513" w:type="dxa"/>
          </w:tcPr>
          <w:p w14:paraId="16B3E78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3EE1B0" w14:textId="77777777" w:rsidR="00791B18" w:rsidRPr="009C54AE" w:rsidRDefault="00791B18" w:rsidP="00AD60ED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Kwartalnik „Ekonomia Społeczna” – wybrane publikacje, dostępne na stronie: </w:t>
            </w:r>
            <w:r w:rsidRPr="00AD60ED">
              <w:rPr>
                <w:rFonts w:ascii="Corbel" w:hAnsi="Corbel"/>
                <w:sz w:val="24"/>
                <w:szCs w:val="24"/>
              </w:rPr>
              <w:t>www.ekono</w:t>
            </w:r>
            <w:r>
              <w:rPr>
                <w:rFonts w:ascii="Corbel" w:hAnsi="Corbel"/>
                <w:sz w:val="24"/>
                <w:szCs w:val="24"/>
              </w:rPr>
              <w:t>miaspoleczna.msap.pl</w:t>
            </w:r>
          </w:p>
          <w:p w14:paraId="26A71C47" w14:textId="77777777" w:rsidR="00791B18" w:rsidRDefault="00791B18" w:rsidP="00791B18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Rodziny, Pracy i Polityki Społecznej, Krajowy Program Rozwoju Ekonomii Społecznej do 2023 roku.</w:t>
            </w:r>
          </w:p>
          <w:p w14:paraId="5F0FDA97" w14:textId="7A6DC84B" w:rsidR="00F63E0E" w:rsidRPr="00791B18" w:rsidRDefault="00791B18" w:rsidP="00791B18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791B18">
              <w:rPr>
                <w:rFonts w:ascii="Corbel" w:hAnsi="Corbel"/>
                <w:sz w:val="24"/>
                <w:szCs w:val="24"/>
              </w:rPr>
              <w:t>https://www.ekonomiaspoleczna.gov.pl/download/files/EKONOMIA_SPOLECZNA/KPRES.pdf</w:t>
            </w:r>
          </w:p>
        </w:tc>
      </w:tr>
    </w:tbl>
    <w:p w14:paraId="37F860EF" w14:textId="77777777" w:rsidR="0085747A" w:rsidRPr="009C54AE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14:paraId="4EAB76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5909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89D29" w14:textId="77777777" w:rsidR="003D317A" w:rsidRDefault="003D317A" w:rsidP="00C16ABF">
      <w:pPr>
        <w:spacing w:after="0" w:line="240" w:lineRule="auto"/>
      </w:pPr>
      <w:r>
        <w:separator/>
      </w:r>
    </w:p>
  </w:endnote>
  <w:endnote w:type="continuationSeparator" w:id="0">
    <w:p w14:paraId="2EC916F0" w14:textId="77777777" w:rsidR="003D317A" w:rsidRDefault="003D31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19465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13CE796A" w14:textId="77777777" w:rsidR="003F5799" w:rsidRPr="003F5799" w:rsidRDefault="003F5799">
        <w:pPr>
          <w:pStyle w:val="Stopka"/>
          <w:jc w:val="center"/>
          <w:rPr>
            <w:rFonts w:ascii="Corbel" w:hAnsi="Corbel"/>
          </w:rPr>
        </w:pPr>
        <w:r w:rsidRPr="003F5799">
          <w:rPr>
            <w:rFonts w:ascii="Corbel" w:hAnsi="Corbel"/>
          </w:rPr>
          <w:fldChar w:fldCharType="begin"/>
        </w:r>
        <w:r w:rsidRPr="003F5799">
          <w:rPr>
            <w:rFonts w:ascii="Corbel" w:hAnsi="Corbel"/>
          </w:rPr>
          <w:instrText>PAGE   \* MERGEFORMAT</w:instrText>
        </w:r>
        <w:r w:rsidRPr="003F5799">
          <w:rPr>
            <w:rFonts w:ascii="Corbel" w:hAnsi="Corbel"/>
          </w:rPr>
          <w:fldChar w:fldCharType="separate"/>
        </w:r>
        <w:r w:rsidR="00144719">
          <w:rPr>
            <w:rFonts w:ascii="Corbel" w:hAnsi="Corbel"/>
            <w:noProof/>
          </w:rPr>
          <w:t>1</w:t>
        </w:r>
        <w:r w:rsidRPr="003F5799">
          <w:rPr>
            <w:rFonts w:ascii="Corbel" w:hAnsi="Corbel"/>
          </w:rPr>
          <w:fldChar w:fldCharType="end"/>
        </w:r>
      </w:p>
    </w:sdtContent>
  </w:sdt>
  <w:p w14:paraId="73149BD7" w14:textId="77777777" w:rsidR="003F5799" w:rsidRDefault="003F5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ED8A3" w14:textId="77777777" w:rsidR="003D317A" w:rsidRDefault="003D317A" w:rsidP="00C16ABF">
      <w:pPr>
        <w:spacing w:after="0" w:line="240" w:lineRule="auto"/>
      </w:pPr>
      <w:r>
        <w:separator/>
      </w:r>
    </w:p>
  </w:footnote>
  <w:footnote w:type="continuationSeparator" w:id="0">
    <w:p w14:paraId="1C7C69C0" w14:textId="77777777" w:rsidR="003D317A" w:rsidRDefault="003D317A" w:rsidP="00C16ABF">
      <w:pPr>
        <w:spacing w:after="0" w:line="240" w:lineRule="auto"/>
      </w:pPr>
      <w:r>
        <w:continuationSeparator/>
      </w:r>
    </w:p>
  </w:footnote>
  <w:footnote w:id="1">
    <w:p w14:paraId="65F230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D91"/>
    <w:rsid w:val="00042A51"/>
    <w:rsid w:val="00042D2E"/>
    <w:rsid w:val="00044C82"/>
    <w:rsid w:val="000664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719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76F8D"/>
    <w:rsid w:val="00192F37"/>
    <w:rsid w:val="001A70D2"/>
    <w:rsid w:val="001D657B"/>
    <w:rsid w:val="001D7B54"/>
    <w:rsid w:val="001E0209"/>
    <w:rsid w:val="001F2CA2"/>
    <w:rsid w:val="00206717"/>
    <w:rsid w:val="002144C0"/>
    <w:rsid w:val="002246DB"/>
    <w:rsid w:val="0022477D"/>
    <w:rsid w:val="002278A9"/>
    <w:rsid w:val="002336F9"/>
    <w:rsid w:val="0024028F"/>
    <w:rsid w:val="00244ABC"/>
    <w:rsid w:val="00281FF2"/>
    <w:rsid w:val="00284538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A0A5B"/>
    <w:rsid w:val="003A1176"/>
    <w:rsid w:val="003C0BAE"/>
    <w:rsid w:val="003D18A9"/>
    <w:rsid w:val="003D317A"/>
    <w:rsid w:val="003D6CE2"/>
    <w:rsid w:val="003E1941"/>
    <w:rsid w:val="003E2FE6"/>
    <w:rsid w:val="003E49D5"/>
    <w:rsid w:val="003F205D"/>
    <w:rsid w:val="003F38C0"/>
    <w:rsid w:val="003F579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B0"/>
    <w:rsid w:val="00490F7D"/>
    <w:rsid w:val="00491678"/>
    <w:rsid w:val="004968E2"/>
    <w:rsid w:val="004A3EEA"/>
    <w:rsid w:val="004A4D1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622"/>
    <w:rsid w:val="00696477"/>
    <w:rsid w:val="006D050F"/>
    <w:rsid w:val="006D6139"/>
    <w:rsid w:val="006E5D65"/>
    <w:rsid w:val="006F1282"/>
    <w:rsid w:val="006F1FBC"/>
    <w:rsid w:val="006F20B9"/>
    <w:rsid w:val="006F31E2"/>
    <w:rsid w:val="00706544"/>
    <w:rsid w:val="007072BA"/>
    <w:rsid w:val="0071620A"/>
    <w:rsid w:val="0072419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18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5D55"/>
    <w:rsid w:val="0081707E"/>
    <w:rsid w:val="008449B3"/>
    <w:rsid w:val="00846CB3"/>
    <w:rsid w:val="008552A2"/>
    <w:rsid w:val="0085747A"/>
    <w:rsid w:val="008616AC"/>
    <w:rsid w:val="00880D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423C"/>
    <w:rsid w:val="00B06142"/>
    <w:rsid w:val="00B12C4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17"/>
    <w:rsid w:val="00C94B98"/>
    <w:rsid w:val="00CA2B96"/>
    <w:rsid w:val="00CA5089"/>
    <w:rsid w:val="00CD6897"/>
    <w:rsid w:val="00CE5BAC"/>
    <w:rsid w:val="00CF25BE"/>
    <w:rsid w:val="00CF5736"/>
    <w:rsid w:val="00CF78ED"/>
    <w:rsid w:val="00D02B25"/>
    <w:rsid w:val="00D02EBA"/>
    <w:rsid w:val="00D05463"/>
    <w:rsid w:val="00D17C3C"/>
    <w:rsid w:val="00D26B2C"/>
    <w:rsid w:val="00D27AC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78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AF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E0E"/>
    <w:rsid w:val="00F7066B"/>
    <w:rsid w:val="00F82D5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652E"/>
  <w15:docId w15:val="{AEB55686-F735-46EB-A46B-95B63C69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2A3479-0194-4710-9BDF-45C379738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38827B-705D-4D65-89C2-9B551EA8EE08}"/>
</file>

<file path=customXml/itemProps3.xml><?xml version="1.0" encoding="utf-8"?>
<ds:datastoreItem xmlns:ds="http://schemas.openxmlformats.org/officeDocument/2006/customXml" ds:itemID="{1CC0D95F-64AC-4460-9F92-442CC0D3F723}"/>
</file>

<file path=customXml/itemProps4.xml><?xml version="1.0" encoding="utf-8"?>
<ds:datastoreItem xmlns:ds="http://schemas.openxmlformats.org/officeDocument/2006/customXml" ds:itemID="{3E2F3D46-FB47-4EF6-AC67-2DC6BFA5B4E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39</TotalTime>
  <Pages>4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4</cp:revision>
  <cp:lastPrinted>2019-02-06T12:12:00Z</cp:lastPrinted>
  <dcterms:created xsi:type="dcterms:W3CDTF">2020-10-28T05:47:00Z</dcterms:created>
  <dcterms:modified xsi:type="dcterms:W3CDTF">2021-09-23T14:15:00Z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